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F46FDC" w:rsidP="00B70B20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</w:t>
      </w:r>
      <w:r w:rsidR="008F681E">
        <w:rPr>
          <w:rFonts w:ascii="Times New Roman" w:hAnsi="Times New Roman"/>
          <w:b/>
          <w:sz w:val="28"/>
          <w:szCs w:val="28"/>
        </w:rPr>
        <w:t>I</w:t>
      </w:r>
      <w:r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8F681E">
        <w:rPr>
          <w:rFonts w:ascii="Times New Roman" w:hAnsi="Times New Roman"/>
          <w:b/>
          <w:sz w:val="28"/>
          <w:szCs w:val="28"/>
        </w:rPr>
        <w:t>doi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10075" w:type="dxa"/>
        <w:tblLayout w:type="fixed"/>
        <w:tblLook w:val="04A0" w:firstRow="1" w:lastRow="0" w:firstColumn="1" w:lastColumn="0" w:noHBand="0" w:noVBand="1"/>
      </w:tblPr>
      <w:tblGrid>
        <w:gridCol w:w="784"/>
        <w:gridCol w:w="2541"/>
        <w:gridCol w:w="3150"/>
        <w:gridCol w:w="1710"/>
        <w:gridCol w:w="1890"/>
      </w:tblGrid>
      <w:tr w:rsidR="006473D4" w:rsidRPr="008F681E" w:rsidTr="006473D4">
        <w:trPr>
          <w:trHeight w:val="60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1E" w:rsidRPr="00B70B20" w:rsidRDefault="008F681E" w:rsidP="008F6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</w:pP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Nr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. </w:t>
            </w: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crt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1E" w:rsidRPr="00B70B20" w:rsidRDefault="006473D4" w:rsidP="008F6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</w:pP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Matricol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1E" w:rsidRPr="00B70B20" w:rsidRDefault="008F681E" w:rsidP="008F6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</w:pP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Programul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 de </w:t>
            </w: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studii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81E" w:rsidRPr="00B70B20" w:rsidRDefault="008F681E" w:rsidP="008F6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</w:pP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Anul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 de </w:t>
            </w: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studiu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1E" w:rsidRPr="00B70B20" w:rsidRDefault="008F681E" w:rsidP="008F6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</w:pPr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Media </w:t>
            </w: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ponderată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 a </w:t>
            </w:r>
            <w:proofErr w:type="spellStart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>anului</w:t>
            </w:r>
            <w:proofErr w:type="spellEnd"/>
            <w:r w:rsidRPr="00B70B20">
              <w:rPr>
                <w:rFonts w:ascii="Times New Roman" w:eastAsia="Times New Roman" w:hAnsi="Times New Roman"/>
                <w:b/>
                <w:bCs/>
                <w:color w:val="0070C0"/>
                <w:lang w:val="en-US"/>
              </w:rPr>
              <w:t xml:space="preserve"> anterior 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6709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9.76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6688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9.6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6692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9.47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6682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9.45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6646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9.24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6649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9.05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6635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8.98</w:t>
            </w:r>
          </w:p>
        </w:tc>
      </w:tr>
      <w:tr w:rsidR="006473D4" w:rsidRPr="008F681E" w:rsidTr="006473D4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6640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70B20">
              <w:rPr>
                <w:rFonts w:ascii="Times New Roman" w:eastAsia="Times New Roman" w:hAnsi="Times New Roman"/>
                <w:lang w:val="en-US"/>
              </w:rPr>
              <w:t>II (</w:t>
            </w:r>
            <w:proofErr w:type="spellStart"/>
            <w:r w:rsidRPr="00B70B20">
              <w:rPr>
                <w:rFonts w:ascii="Times New Roman" w:eastAsia="Times New Roman" w:hAnsi="Times New Roman"/>
                <w:lang w:val="en-US"/>
              </w:rPr>
              <w:t>doi</w:t>
            </w:r>
            <w:proofErr w:type="spellEnd"/>
            <w:r w:rsidRPr="00B70B20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4" w:rsidRPr="00B70B20" w:rsidRDefault="006473D4" w:rsidP="00647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70B20">
              <w:rPr>
                <w:rFonts w:ascii="Times New Roman" w:eastAsia="Times New Roman" w:hAnsi="Times New Roman"/>
                <w:color w:val="000000"/>
                <w:lang w:val="en-US"/>
              </w:rPr>
              <w:t>8.97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326" w:rsidRDefault="00FD1326" w:rsidP="00D2536B">
      <w:pPr>
        <w:spacing w:after="0" w:line="240" w:lineRule="auto"/>
      </w:pPr>
      <w:r>
        <w:separator/>
      </w:r>
    </w:p>
  </w:endnote>
  <w:endnote w:type="continuationSeparator" w:id="0">
    <w:p w:rsidR="00FD1326" w:rsidRDefault="00FD1326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326" w:rsidRDefault="00FD1326" w:rsidP="00D2536B">
      <w:pPr>
        <w:spacing w:after="0" w:line="240" w:lineRule="auto"/>
      </w:pPr>
      <w:r>
        <w:separator/>
      </w:r>
    </w:p>
  </w:footnote>
  <w:footnote w:type="continuationSeparator" w:id="0">
    <w:p w:rsidR="00FD1326" w:rsidRDefault="00FD1326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1622A1"/>
    <w:rsid w:val="001719D2"/>
    <w:rsid w:val="001875D4"/>
    <w:rsid w:val="001A22F0"/>
    <w:rsid w:val="001B2071"/>
    <w:rsid w:val="001D17EB"/>
    <w:rsid w:val="001E34B8"/>
    <w:rsid w:val="00210B8A"/>
    <w:rsid w:val="00296752"/>
    <w:rsid w:val="002F1287"/>
    <w:rsid w:val="002F50CB"/>
    <w:rsid w:val="0031217D"/>
    <w:rsid w:val="00366D36"/>
    <w:rsid w:val="003A6AFE"/>
    <w:rsid w:val="003F76FF"/>
    <w:rsid w:val="00463B94"/>
    <w:rsid w:val="004915CF"/>
    <w:rsid w:val="004A5472"/>
    <w:rsid w:val="004B427A"/>
    <w:rsid w:val="004D7E7E"/>
    <w:rsid w:val="0050052D"/>
    <w:rsid w:val="00531846"/>
    <w:rsid w:val="00566B52"/>
    <w:rsid w:val="00590BF0"/>
    <w:rsid w:val="005F7818"/>
    <w:rsid w:val="00631F67"/>
    <w:rsid w:val="00637B5C"/>
    <w:rsid w:val="006473D4"/>
    <w:rsid w:val="00677410"/>
    <w:rsid w:val="00685BF9"/>
    <w:rsid w:val="006A1CA7"/>
    <w:rsid w:val="00705A04"/>
    <w:rsid w:val="00756E23"/>
    <w:rsid w:val="007B29A5"/>
    <w:rsid w:val="007C58F1"/>
    <w:rsid w:val="008012EF"/>
    <w:rsid w:val="00806446"/>
    <w:rsid w:val="00842220"/>
    <w:rsid w:val="00853E5E"/>
    <w:rsid w:val="008661A9"/>
    <w:rsid w:val="00874B53"/>
    <w:rsid w:val="008C7E40"/>
    <w:rsid w:val="008F681E"/>
    <w:rsid w:val="009669B9"/>
    <w:rsid w:val="009B14B8"/>
    <w:rsid w:val="009F4B93"/>
    <w:rsid w:val="00AB0797"/>
    <w:rsid w:val="00AB1260"/>
    <w:rsid w:val="00B46D70"/>
    <w:rsid w:val="00B504D3"/>
    <w:rsid w:val="00B70B20"/>
    <w:rsid w:val="00BB2F39"/>
    <w:rsid w:val="00BC2D70"/>
    <w:rsid w:val="00BC2E07"/>
    <w:rsid w:val="00BE5CBF"/>
    <w:rsid w:val="00C024FC"/>
    <w:rsid w:val="00C6039C"/>
    <w:rsid w:val="00D07E73"/>
    <w:rsid w:val="00D2536B"/>
    <w:rsid w:val="00D3017A"/>
    <w:rsid w:val="00D71C6F"/>
    <w:rsid w:val="00E0250C"/>
    <w:rsid w:val="00E86118"/>
    <w:rsid w:val="00EC2646"/>
    <w:rsid w:val="00EE6EBF"/>
    <w:rsid w:val="00F46FDC"/>
    <w:rsid w:val="00F6087F"/>
    <w:rsid w:val="00F84B39"/>
    <w:rsid w:val="00FD1326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2020-11-25T10:07:00Z</dcterms:created>
  <dcterms:modified xsi:type="dcterms:W3CDTF">2020-12-03T13:39:00Z</dcterms:modified>
</cp:coreProperties>
</file>